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Times New Roman" w:hAnsi="Times New Roman" w:eastAsia="黑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合肥大学</w:t>
      </w:r>
      <w:r>
        <w:rPr>
          <w:rFonts w:ascii="Times New Roman" w:hAnsi="Times New Roman" w:eastAsia="黑体" w:cs="Times New Roman"/>
          <w:sz w:val="44"/>
          <w:szCs w:val="44"/>
        </w:rPr>
        <w:t>学位论文原创性声明</w:t>
      </w:r>
    </w:p>
    <w:p>
      <w:pPr>
        <w:keepNext w:val="0"/>
        <w:keepLines w:val="0"/>
        <w:pageBreakBefore w:val="0"/>
        <w:widowControl w:val="0"/>
        <w:pBdr>
          <w:bottom w:val="single" w:color="auto" w:sz="12" w:space="0"/>
        </w:pBdr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郑重声明：本人所呈交的学位论文</w:t>
      </w:r>
    </w:p>
    <w:p>
      <w:pPr>
        <w:keepNext w:val="0"/>
        <w:keepLines w:val="0"/>
        <w:pageBreakBefore w:val="0"/>
        <w:widowControl w:val="0"/>
        <w:pBdr>
          <w:bottom w:val="single" w:color="auto" w:sz="12" w:space="0"/>
        </w:pBdr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是在导师的指导下，独立进行研究取得的成果。除文中已经注明引用的内容外，本论文不包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含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他个人或集体已经发表或撰写过的作品成果。对本文的研究做出贡献的个人和集体，均已在文中以明确方式标明。本人完全意识到本声明的法律后果，并承诺因本声明而产生的法律结果由本人承担。</w:t>
      </w: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/>
        <w:ind w:firstLine="561"/>
        <w:jc w:val="righ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学位论文作者：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</w:t>
      </w:r>
    </w:p>
    <w:p>
      <w:pPr>
        <w:keepNext w:val="0"/>
        <w:keepLines w:val="0"/>
        <w:pageBreakBefore w:val="0"/>
        <w:widowControl w:val="0"/>
        <w:tabs>
          <w:tab w:val="left" w:pos="1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561"/>
        <w:jc w:val="right"/>
        <w:textAlignment w:val="auto"/>
      </w:pPr>
      <w:r>
        <w:rPr>
          <w:rFonts w:ascii="Times New Roman" w:hAnsi="Times New Roman" w:cs="Times New Roman"/>
          <w:sz w:val="28"/>
          <w:szCs w:val="28"/>
        </w:rPr>
        <w:t>日期：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</w:t>
      </w:r>
      <w:r>
        <w:rPr>
          <w:rFonts w:ascii="Times New Roman" w:hAnsi="Times New Roman" w:cs="Times New Roman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margin">
            <wp:posOffset>-720090</wp:posOffset>
          </wp:positionV>
          <wp:extent cx="1326515" cy="1326515"/>
          <wp:effectExtent l="0" t="0" r="6985" b="6985"/>
          <wp:wrapNone/>
          <wp:docPr id="1" name="WordPictureWatermark73585" descr="合肥大学常用标志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73585" descr="合肥大学常用标志1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651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合肥大学毕业设计（论文）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4NDYzNDVjY2EyMmM3ZjlkYmQxYWUzMGJmM2QyNGQifQ=="/>
    <w:docVar w:name="KSO_WPS_MARK_KEY" w:val="39559976-50a8-4f71-ac1a-a92a6357f7a2"/>
  </w:docVars>
  <w:rsids>
    <w:rsidRoot w:val="654E038B"/>
    <w:rsid w:val="13BE4A65"/>
    <w:rsid w:val="142443DD"/>
    <w:rsid w:val="1892066C"/>
    <w:rsid w:val="212846EB"/>
    <w:rsid w:val="223B0BF9"/>
    <w:rsid w:val="27D13B3A"/>
    <w:rsid w:val="2CC976CA"/>
    <w:rsid w:val="37ED1344"/>
    <w:rsid w:val="39E40D3C"/>
    <w:rsid w:val="3C6F586A"/>
    <w:rsid w:val="5A452B81"/>
    <w:rsid w:val="5A5A528C"/>
    <w:rsid w:val="5AF81198"/>
    <w:rsid w:val="5B4509EF"/>
    <w:rsid w:val="5D0C6D8B"/>
    <w:rsid w:val="654E038B"/>
    <w:rsid w:val="66F1572A"/>
    <w:rsid w:val="6B9643F5"/>
    <w:rsid w:val="6D535020"/>
    <w:rsid w:val="6E7135C3"/>
    <w:rsid w:val="72E4251B"/>
    <w:rsid w:val="752D6FC1"/>
    <w:rsid w:val="7E0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173</Words>
  <Characters>182</Characters>
  <Lines>0</Lines>
  <Paragraphs>0</Paragraphs>
  <TotalTime>0</TotalTime>
  <ScaleCrop>false</ScaleCrop>
  <LinksUpToDate>false</LinksUpToDate>
  <CharactersWithSpaces>182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2018-06-15T02:32:00Z</dcterms:created>
  <dc:creator>锦官城</dc:creator>
  <cp:lastModifiedBy>李如潇</cp:lastModifiedBy>
  <cp:lastPrinted>2024-01-10T02:14:00Z</cp:lastPrinted>
  <dcterms:modified xsi:type="dcterms:W3CDTF">2025-05-28T07:18:06Z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3C1D4D64846D425F9C83E39CB8FA63CB_12</vt:lpwstr>
  </property>
</Properties>
</file>